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448CC" w14:textId="77777777" w:rsidR="000D7EFE" w:rsidRDefault="000D7EFE" w:rsidP="000D7EFE">
      <w:pPr>
        <w:spacing w:after="0"/>
        <w:rPr>
          <w:rFonts w:ascii="Arial" w:hAnsi="Arial" w:cs="Arial"/>
          <w:b/>
          <w:sz w:val="36"/>
        </w:rPr>
      </w:pPr>
      <w:proofErr w:type="spellStart"/>
      <w:r>
        <w:rPr>
          <w:rFonts w:ascii="Arial" w:hAnsi="Arial" w:cs="Arial"/>
          <w:b/>
          <w:sz w:val="36"/>
        </w:rPr>
        <w:t>Lektion</w:t>
      </w:r>
      <w:proofErr w:type="spellEnd"/>
      <w:r>
        <w:rPr>
          <w:rFonts w:ascii="Arial" w:hAnsi="Arial" w:cs="Arial"/>
          <w:b/>
          <w:sz w:val="36"/>
        </w:rPr>
        <w:t xml:space="preserve"> 9 : Die 90er-Karte</w:t>
      </w:r>
    </w:p>
    <w:p w14:paraId="33A971D2" w14:textId="3845610A" w:rsidR="008B0033" w:rsidRDefault="008B0033" w:rsidP="00A57797">
      <w:pPr>
        <w:spacing w:after="0"/>
        <w:rPr>
          <w:rFonts w:ascii="Arial" w:hAnsi="Arial" w:cs="Arial"/>
          <w:b/>
          <w:sz w:val="28"/>
        </w:rPr>
      </w:pPr>
    </w:p>
    <w:p w14:paraId="06804DDD" w14:textId="3AA74F3F" w:rsidR="008B0033" w:rsidRPr="00A57797" w:rsidRDefault="008B0033" w:rsidP="00A57797">
      <w:pPr>
        <w:spacing w:after="0"/>
        <w:rPr>
          <w:rFonts w:ascii="Arial" w:hAnsi="Arial" w:cs="Arial"/>
          <w:b/>
          <w:sz w:val="28"/>
        </w:rPr>
      </w:pPr>
    </w:p>
    <w:p w14:paraId="0337BFFA" w14:textId="157A927E" w:rsidR="00A57797" w:rsidRPr="002909E7" w:rsidRDefault="002909E7" w:rsidP="008B0033">
      <w:pPr>
        <w:jc w:val="center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8EC7F" wp14:editId="6D443C79">
                <wp:simplePos x="0" y="0"/>
                <wp:positionH relativeFrom="column">
                  <wp:posOffset>1314450</wp:posOffset>
                </wp:positionH>
                <wp:positionV relativeFrom="paragraph">
                  <wp:posOffset>3646170</wp:posOffset>
                </wp:positionV>
                <wp:extent cx="1000125" cy="333375"/>
                <wp:effectExtent l="0" t="9525" r="1905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001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A19D45E" w14:textId="15F993FF" w:rsidR="002909E7" w:rsidRPr="002909E7" w:rsidRDefault="002909E7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2909E7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Hälfte</w:t>
                            </w:r>
                            <w:proofErr w:type="spellEnd"/>
                            <w:r w:rsidRPr="002909E7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von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8EC7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03.5pt;margin-top:287.1pt;width:78.75pt;height:26.2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" fillcolor="white [3201]" strokecolor="white [3212]" strokeweight=".5pt">
                <v:textbox>
                  <w:txbxContent>
                    <w:p w14:paraId="7A19D45E" w14:textId="15F993FF" w:rsidR="002909E7" w:rsidRPr="002909E7" w:rsidRDefault="002909E7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proofErr w:type="spellStart"/>
                      <w:r w:rsidRPr="002909E7">
                        <w:rPr>
                          <w:rFonts w:ascii="Arial" w:hAnsi="Arial" w:cs="Arial"/>
                          <w:sz w:val="26"/>
                          <w:szCs w:val="26"/>
                        </w:rPr>
                        <w:t>Hälfte</w:t>
                      </w:r>
                      <w:proofErr w:type="spellEnd"/>
                      <w:r w:rsidRPr="002909E7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von</w:t>
                      </w:r>
                    </w:p>
                  </w:txbxContent>
                </v:textbox>
              </v:shape>
            </w:pict>
          </mc:Fallback>
        </mc:AlternateContent>
      </w:r>
      <w:r w:rsidR="00234AC1" w:rsidRPr="002909E7">
        <w:rPr>
          <w:rFonts w:ascii="Arial" w:hAnsi="Arial" w:cs="Arial"/>
          <w:noProof/>
          <w:lang w:eastAsia="fr-FR"/>
        </w:rPr>
        <w:drawing>
          <wp:inline distT="0" distB="0" distL="0" distR="0" wp14:anchorId="6155187A" wp14:editId="1898F62F">
            <wp:extent cx="4664075" cy="2773498"/>
            <wp:effectExtent l="0" t="6985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412"/>
                    <a:stretch/>
                  </pic:blipFill>
                  <pic:spPr bwMode="auto">
                    <a:xfrm rot="16200000">
                      <a:off x="0" y="0"/>
                      <a:ext cx="4664075" cy="27734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CC7F23" w14:textId="64A01A0F" w:rsidR="00A57797" w:rsidRDefault="00A57797">
      <w:pPr>
        <w:rPr>
          <w:rFonts w:ascii="Arial" w:hAnsi="Arial" w:cs="Arial"/>
          <w:sz w:val="28"/>
        </w:rPr>
      </w:pPr>
    </w:p>
    <w:p w14:paraId="1C3626BB" w14:textId="77777777" w:rsidR="008B0033" w:rsidRDefault="008B0033">
      <w:pPr>
        <w:rPr>
          <w:rFonts w:ascii="Arial" w:hAnsi="Arial" w:cs="Arial"/>
          <w:sz w:val="28"/>
        </w:rPr>
      </w:pPr>
    </w:p>
    <w:p w14:paraId="64788334" w14:textId="77777777" w:rsidR="008B0033" w:rsidRDefault="008B0033">
      <w:pPr>
        <w:rPr>
          <w:rFonts w:ascii="Arial" w:hAnsi="Arial" w:cs="Arial"/>
          <w:sz w:val="28"/>
        </w:rPr>
      </w:pPr>
    </w:p>
    <w:p w14:paraId="7E4E4415" w14:textId="77777777" w:rsidR="000D7EFE" w:rsidRDefault="000D7EFE" w:rsidP="000D7EFE">
      <w:pPr>
        <w:spacing w:after="0"/>
        <w:rPr>
          <w:rFonts w:ascii="Arial" w:hAnsi="Arial" w:cs="Arial"/>
          <w:b/>
          <w:sz w:val="36"/>
        </w:rPr>
      </w:pPr>
      <w:proofErr w:type="spellStart"/>
      <w:r>
        <w:rPr>
          <w:rFonts w:ascii="Arial" w:hAnsi="Arial" w:cs="Arial"/>
          <w:b/>
          <w:sz w:val="36"/>
        </w:rPr>
        <w:t>Lektion</w:t>
      </w:r>
      <w:proofErr w:type="spellEnd"/>
      <w:r>
        <w:rPr>
          <w:rFonts w:ascii="Arial" w:hAnsi="Arial" w:cs="Arial"/>
          <w:b/>
          <w:sz w:val="36"/>
        </w:rPr>
        <w:t xml:space="preserve"> 9 : Die 90er-Karte</w:t>
      </w:r>
    </w:p>
    <w:p w14:paraId="1B96C83A" w14:textId="77777777" w:rsidR="008B0033" w:rsidRDefault="008B0033" w:rsidP="008B0033">
      <w:pPr>
        <w:spacing w:after="0"/>
        <w:rPr>
          <w:rFonts w:ascii="Arial" w:hAnsi="Arial" w:cs="Arial"/>
          <w:b/>
          <w:sz w:val="28"/>
        </w:rPr>
      </w:pPr>
    </w:p>
    <w:p w14:paraId="028C1072" w14:textId="77777777" w:rsidR="008B0033" w:rsidRPr="00A57797" w:rsidRDefault="008B0033" w:rsidP="008B0033">
      <w:pPr>
        <w:spacing w:after="0"/>
        <w:rPr>
          <w:rFonts w:ascii="Arial" w:hAnsi="Arial" w:cs="Arial"/>
          <w:b/>
          <w:sz w:val="28"/>
        </w:rPr>
      </w:pPr>
    </w:p>
    <w:p w14:paraId="525FA1CE" w14:textId="58A87D72" w:rsidR="008B0033" w:rsidRDefault="002909E7" w:rsidP="008B0033">
      <w:pPr>
        <w:jc w:val="center"/>
        <w:rPr>
          <w:noProof/>
          <w:lang w:eastAsia="fr-FR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D0FFE5" wp14:editId="59807680">
                <wp:simplePos x="0" y="0"/>
                <wp:positionH relativeFrom="column">
                  <wp:posOffset>1306195</wp:posOffset>
                </wp:positionH>
                <wp:positionV relativeFrom="paragraph">
                  <wp:posOffset>3691890</wp:posOffset>
                </wp:positionV>
                <wp:extent cx="1000125" cy="333375"/>
                <wp:effectExtent l="0" t="9525" r="19050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001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5DD74A4" w14:textId="77777777" w:rsidR="002909E7" w:rsidRPr="002909E7" w:rsidRDefault="002909E7" w:rsidP="002909E7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2909E7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Hälfte</w:t>
                            </w:r>
                            <w:proofErr w:type="spellEnd"/>
                            <w:r w:rsidRPr="002909E7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von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0FFE5" id="Zone de texte 4" o:spid="_x0000_s1027" type="#_x0000_t202" style="position:absolute;left:0;text-align:left;margin-left:102.85pt;margin-top:290.7pt;width:78.75pt;height:26.2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" fillcolor="white [3201]" strokecolor="white [3212]" strokeweight=".5pt">
                <v:textbox>
                  <w:txbxContent>
                    <w:p w14:paraId="65DD74A4" w14:textId="77777777" w:rsidR="002909E7" w:rsidRPr="002909E7" w:rsidRDefault="002909E7" w:rsidP="002909E7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proofErr w:type="spellStart"/>
                      <w:r w:rsidRPr="002909E7">
                        <w:rPr>
                          <w:rFonts w:ascii="Arial" w:hAnsi="Arial" w:cs="Arial"/>
                          <w:sz w:val="26"/>
                          <w:szCs w:val="26"/>
                        </w:rPr>
                        <w:t>Hälfte</w:t>
                      </w:r>
                      <w:proofErr w:type="spellEnd"/>
                      <w:r w:rsidRPr="002909E7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von</w:t>
                      </w:r>
                    </w:p>
                  </w:txbxContent>
                </v:textbox>
              </v:shape>
            </w:pict>
          </mc:Fallback>
        </mc:AlternateContent>
      </w:r>
      <w:r w:rsidR="008B0033">
        <w:rPr>
          <w:noProof/>
          <w:lang w:eastAsia="fr-FR"/>
        </w:rPr>
        <w:drawing>
          <wp:inline distT="0" distB="0" distL="0" distR="0" wp14:anchorId="3F293833" wp14:editId="2B5DCF2D">
            <wp:extent cx="4664075" cy="2773498"/>
            <wp:effectExtent l="0" t="6985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412"/>
                    <a:stretch/>
                  </pic:blipFill>
                  <pic:spPr bwMode="auto">
                    <a:xfrm rot="16200000">
                      <a:off x="0" y="0"/>
                      <a:ext cx="4664075" cy="27734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CF451D" w14:textId="77777777" w:rsidR="008B0033" w:rsidRPr="007E024D" w:rsidRDefault="008B0033" w:rsidP="008B0033">
      <w:pPr>
        <w:rPr>
          <w:rFonts w:ascii="Arial" w:hAnsi="Arial" w:cs="Arial"/>
          <w:sz w:val="28"/>
        </w:rPr>
      </w:pPr>
      <w:bookmarkStart w:id="0" w:name="_GoBack"/>
      <w:bookmarkEnd w:id="0"/>
    </w:p>
    <w:p w14:paraId="5F9B3BE1" w14:textId="77777777" w:rsidR="008B0033" w:rsidRPr="007E024D" w:rsidRDefault="008B0033">
      <w:pPr>
        <w:rPr>
          <w:rFonts w:ascii="Arial" w:hAnsi="Arial" w:cs="Arial"/>
          <w:sz w:val="28"/>
        </w:rPr>
      </w:pPr>
    </w:p>
    <w:sectPr w:rsidR="008B0033" w:rsidRPr="007E024D" w:rsidSect="00A5779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797"/>
    <w:rsid w:val="000D7EFE"/>
    <w:rsid w:val="001D645B"/>
    <w:rsid w:val="00234AC1"/>
    <w:rsid w:val="002909E7"/>
    <w:rsid w:val="005175A3"/>
    <w:rsid w:val="005E7114"/>
    <w:rsid w:val="005F7238"/>
    <w:rsid w:val="007E024D"/>
    <w:rsid w:val="008B0033"/>
    <w:rsid w:val="00A5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8D2E"/>
  <w15:chartTrackingRefBased/>
  <w15:docId w15:val="{855E5AE1-2336-493B-A795-5930F37E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2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3</cp:revision>
  <cp:lastPrinted>2019-08-19T17:23:00Z</cp:lastPrinted>
  <dcterms:created xsi:type="dcterms:W3CDTF">2019-08-13T13:03:00Z</dcterms:created>
  <dcterms:modified xsi:type="dcterms:W3CDTF">2019-08-19T17:27:00Z</dcterms:modified>
</cp:coreProperties>
</file>